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65C68-A1DE-4071-85DE-B8F270FBC615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